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b/>
          <w:sz w:val="36"/>
          <w:szCs w:val="18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EndPr/>
      <w:sdtContent>
        <w:p w14:paraId="1F4DF374" w14:textId="36EDD661" w:rsidR="00826B7B" w:rsidRPr="006C2343" w:rsidRDefault="00000431" w:rsidP="00000431">
          <w:pPr>
            <w:pStyle w:val="Tituldatum"/>
            <w:rPr>
              <w:highlight w:val="green"/>
            </w:rPr>
          </w:pPr>
          <w:r w:rsidRPr="00000431">
            <w:rPr>
              <w:b/>
              <w:sz w:val="36"/>
              <w:szCs w:val="18"/>
            </w:rPr>
            <w:t>„Oprava trati v úseku Poříčany - Nymburk hl. n.“</w:t>
          </w:r>
        </w:p>
      </w:sdtContent>
    </w:sdt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3C9314C1" w14:textId="77777777" w:rsidR="00C90F19" w:rsidRDefault="00C90F19" w:rsidP="006C2343">
      <w:pPr>
        <w:pStyle w:val="Tituldatum"/>
      </w:pPr>
    </w:p>
    <w:p w14:paraId="718FF2A6" w14:textId="00545BC5" w:rsidR="00826B7B" w:rsidRPr="006C2343" w:rsidRDefault="006C2343" w:rsidP="006C2343">
      <w:pPr>
        <w:pStyle w:val="Tituldatum"/>
      </w:pPr>
      <w:r w:rsidRPr="00277498">
        <w:t>Datum vydání:</w:t>
      </w:r>
      <w:r w:rsidR="00A322C4" w:rsidRPr="00277498">
        <w:t xml:space="preserve"> </w:t>
      </w:r>
      <w:r w:rsidR="00277498" w:rsidRPr="00277498">
        <w:t>22</w:t>
      </w:r>
      <w:r w:rsidRPr="00277498">
        <w:t xml:space="preserve">. </w:t>
      </w:r>
      <w:r w:rsidR="00B01B3B" w:rsidRPr="00277498">
        <w:t>03</w:t>
      </w:r>
      <w:r w:rsidRPr="00277498">
        <w:t>. 20</w:t>
      </w:r>
      <w:r w:rsidR="00A616BE" w:rsidRPr="00277498">
        <w:t>2</w:t>
      </w:r>
      <w:r w:rsidR="00330296" w:rsidRPr="00277498">
        <w:t>4</w:t>
      </w:r>
      <w:r w:rsidR="000008ED">
        <w:t xml:space="preserve"> </w:t>
      </w:r>
    </w:p>
    <w:p w14:paraId="3A5CAF89" w14:textId="77777777" w:rsidR="00826B7B" w:rsidRDefault="00826B7B">
      <w:r>
        <w:br w:type="page"/>
      </w:r>
      <w:bookmarkStart w:id="0" w:name="_GoBack"/>
      <w:bookmarkEnd w:id="0"/>
    </w:p>
    <w:p w14:paraId="110674E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3FC085E0" w14:textId="0CF110D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007C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57DCA612" w14:textId="1A976994" w:rsidR="006E4DDA" w:rsidRDefault="0027749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007C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46DBF1D5" w14:textId="3E6A6F08" w:rsidR="006E4DDA" w:rsidRDefault="0027749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007C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ED9446D" w14:textId="5D971B21" w:rsidR="006E4DDA" w:rsidRDefault="0027749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007C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02317CF" w14:textId="7D9BEBC4" w:rsidR="006E4DDA" w:rsidRDefault="0027749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007C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0D55571D" w14:textId="5ED763AB" w:rsidR="006E4DDA" w:rsidRDefault="0027749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007C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1DFBB134" w14:textId="21BA52AF" w:rsidR="006E4DDA" w:rsidRDefault="0027749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007C1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BC9DE2C" w14:textId="4FF41355" w:rsidR="006E4DDA" w:rsidRDefault="0027749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007C1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A5D265B" w14:textId="77777777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14:paraId="4A411705" w14:textId="715082B3" w:rsidR="0091750E" w:rsidRPr="00D31723" w:rsidRDefault="005E07BA" w:rsidP="00C00D19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>dokumentace skutečného provedení, realizační dokumentace u vybraných objektů, prohlášení o shodě s prvky interoperability, apod.)</w:t>
      </w:r>
      <w:r w:rsidR="00662502">
        <w:t>.</w:t>
      </w:r>
    </w:p>
    <w:p w14:paraId="0479DBCE" w14:textId="77777777"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9" w:name="_Hlk158112128"/>
      <w:r w:rsidR="00BF27B6">
        <w:t>ÚOŽI</w:t>
      </w:r>
      <w:bookmarkEnd w:id="9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10" w:name="_Toc66946384"/>
      <w:r>
        <w:t>Měrné jednotky</w:t>
      </w:r>
      <w:bookmarkEnd w:id="10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1" w:name="_Toc66946385"/>
      <w:r>
        <w:t>ZÁKLADNÍ PRAVIDLA PRO OCEŇOVÁNÍ SOUPISU PRACÍ</w:t>
      </w:r>
      <w:bookmarkEnd w:id="11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>Kód položky</w:t>
      </w:r>
      <w:r w:rsidRPr="00AC6817">
        <w:t xml:space="preserve"> - třídící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lastRenderedPageBreak/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2" w:name="_Hlk158814438"/>
      <w:r w:rsidR="00BF7E20" w:rsidRPr="006500AD">
        <w:t>.</w:t>
      </w:r>
      <w:r>
        <w:t xml:space="preserve"> </w:t>
      </w:r>
      <w:bookmarkEnd w:id="12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57A2BAC1" w14:textId="3FB58156" w:rsidR="006D17F7" w:rsidRPr="0007023B" w:rsidRDefault="005E07BA" w:rsidP="0007023B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8E36BF6" w14:textId="675043E4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Pr="008E4772">
        <w:t>xls</w:t>
      </w:r>
      <w:r w:rsidR="00452D01" w:rsidRPr="008E4772">
        <w:t>x</w:t>
      </w:r>
      <w:r w:rsidRPr="008E4772">
        <w:t>).</w:t>
      </w:r>
    </w:p>
    <w:p w14:paraId="1EC03043" w14:textId="77777777" w:rsidR="005E07BA" w:rsidRDefault="005E07BA" w:rsidP="005E07BA">
      <w:pPr>
        <w:pStyle w:val="Nadpis2-1"/>
      </w:pPr>
      <w:bookmarkStart w:id="13" w:name="_Toc66946386"/>
      <w:bookmarkStart w:id="14" w:name="_Hlk158618724"/>
      <w:r>
        <w:t>MĚŘENÍ</w:t>
      </w:r>
      <w:bookmarkEnd w:id="13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4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5" w:name="_Toc66946387"/>
      <w:r>
        <w:t>SROVNATELNÉ V</w:t>
      </w:r>
      <w:r w:rsidR="00277875">
        <w:t>ÝROBKY, ALTERNATIVY MATERIÁLŮ A </w:t>
      </w:r>
      <w:r>
        <w:t>PROVEDENÍ</w:t>
      </w:r>
      <w:bookmarkEnd w:id="15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 xml:space="preserve">k zabudování do Díla, potom se považují množství, sazby a ceny v Soupisu prací za dostatečné pro pokrytí všech nákladů </w:t>
      </w:r>
      <w:r>
        <w:lastRenderedPageBreak/>
        <w:t>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2A7B66D0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749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749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38E5963E" w:rsidR="004345E8" w:rsidRPr="003462EB" w:rsidRDefault="00872C22" w:rsidP="00872C22">
          <w:pPr>
            <w:pStyle w:val="Zpatvlevo"/>
          </w:pPr>
          <w:r w:rsidRPr="00872C22">
            <w:rPr>
              <w:b/>
              <w:bCs/>
              <w:noProof/>
            </w:rPr>
            <w:t>„Oprava trati v úseku Poříčany - Nymburk hl. n.“</w:t>
          </w:r>
        </w:p>
        <w:p w14:paraId="316C9FF5" w14:textId="77777777" w:rsidR="004345E8" w:rsidRDefault="004345E8" w:rsidP="004345E8">
          <w:pPr>
            <w:pStyle w:val="Zpatvlevo"/>
          </w:pPr>
          <w:r w:rsidRPr="003462EB">
            <w:t>Technická specifikace</w:t>
          </w:r>
        </w:p>
        <w:p w14:paraId="2F414F59" w14:textId="77777777" w:rsidR="004345E8" w:rsidRPr="003462EB" w:rsidRDefault="004345E8" w:rsidP="004345E8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29857D94" w:rsidR="004345E8" w:rsidRDefault="000E2217" w:rsidP="004345E8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77498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14:paraId="6187EF7A" w14:textId="77777777" w:rsidR="004345E8" w:rsidRDefault="004345E8" w:rsidP="004345E8">
          <w:pPr>
            <w:pStyle w:val="Zpatvpravo"/>
          </w:pPr>
          <w:r w:rsidRPr="003462EB">
            <w:t>Technická specifikace</w:t>
          </w:r>
        </w:p>
        <w:p w14:paraId="36FAFF47" w14:textId="77777777" w:rsidR="004345E8" w:rsidRPr="003462EB" w:rsidRDefault="004345E8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620061B" w14:textId="0C1BD474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749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749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 w:numId="47">
    <w:abstractNumId w:val="2"/>
  </w:num>
  <w:num w:numId="48">
    <w:abstractNumId w:val="9"/>
  </w:num>
  <w:num w:numId="4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54"/>
    <w:rsid w:val="00000431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6465A"/>
    <w:rsid w:val="0006588D"/>
    <w:rsid w:val="00067A5E"/>
    <w:rsid w:val="0007023B"/>
    <w:rsid w:val="00071521"/>
    <w:rsid w:val="000719BB"/>
    <w:rsid w:val="00072A65"/>
    <w:rsid w:val="00072C1E"/>
    <w:rsid w:val="00080356"/>
    <w:rsid w:val="000855ED"/>
    <w:rsid w:val="00085AB4"/>
    <w:rsid w:val="000A1997"/>
    <w:rsid w:val="000B447E"/>
    <w:rsid w:val="000B48A8"/>
    <w:rsid w:val="000B4EB8"/>
    <w:rsid w:val="000C41F2"/>
    <w:rsid w:val="000C5D34"/>
    <w:rsid w:val="000D22C4"/>
    <w:rsid w:val="000D27D1"/>
    <w:rsid w:val="000E1A7F"/>
    <w:rsid w:val="000E2217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498"/>
    <w:rsid w:val="00277875"/>
    <w:rsid w:val="00280A26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721BF"/>
    <w:rsid w:val="005736B7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7C1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2035"/>
    <w:rsid w:val="00834146"/>
    <w:rsid w:val="0083764C"/>
    <w:rsid w:val="00846789"/>
    <w:rsid w:val="008657D6"/>
    <w:rsid w:val="00865B8C"/>
    <w:rsid w:val="00870AA9"/>
    <w:rsid w:val="00872C22"/>
    <w:rsid w:val="00873DBF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E4772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22C4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B008D5"/>
    <w:rsid w:val="00B01B3B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F27B6"/>
    <w:rsid w:val="00BF7E20"/>
    <w:rsid w:val="00C00D19"/>
    <w:rsid w:val="00C02D0A"/>
    <w:rsid w:val="00C035CA"/>
    <w:rsid w:val="00C03A6E"/>
    <w:rsid w:val="00C0770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5EFF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  <w:style w:type="paragraph" w:customStyle="1" w:styleId="PNTextzkladn">
    <w:name w:val="_PN_Text_základní"/>
    <w:basedOn w:val="Normln"/>
    <w:link w:val="PNTextzkladnChar"/>
    <w:rsid w:val="00CC5EFF"/>
    <w:pPr>
      <w:spacing w:after="120" w:line="264" w:lineRule="auto"/>
      <w:jc w:val="both"/>
    </w:pPr>
    <w:rPr>
      <w:sz w:val="18"/>
      <w:szCs w:val="18"/>
    </w:rPr>
  </w:style>
  <w:style w:type="character" w:customStyle="1" w:styleId="PNTextzkladnChar">
    <w:name w:val="_PN_Text_základní Char"/>
    <w:basedOn w:val="Standardnpsmoodstavce"/>
    <w:link w:val="PNTextzkladn"/>
    <w:rsid w:val="00CC5EFF"/>
    <w:rPr>
      <w:rFonts w:ascii="Verdana" w:hAnsi="Verdana"/>
    </w:rPr>
  </w:style>
  <w:style w:type="character" w:customStyle="1" w:styleId="PNNzevakce">
    <w:name w:val="_PN_Název_akce"/>
    <w:basedOn w:val="Standardnpsmoodstavce"/>
    <w:uiPriority w:val="1"/>
    <w:qFormat/>
    <w:rsid w:val="00CC5EFF"/>
    <w:rPr>
      <w:rFonts w:ascii="Verdana" w:hAnsi="Verdana"/>
      <w:b/>
      <w:sz w:val="36"/>
    </w:rPr>
  </w:style>
  <w:style w:type="character" w:styleId="Zstupntext">
    <w:name w:val="Placeholder Text"/>
    <w:basedOn w:val="Standardnpsmoodstavce"/>
    <w:uiPriority w:val="99"/>
    <w:semiHidden/>
    <w:rsid w:val="000004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775"/>
    <w:rsid w:val="001F3334"/>
    <w:rsid w:val="002C4BC5"/>
    <w:rsid w:val="003B01A2"/>
    <w:rsid w:val="004F7FC3"/>
    <w:rsid w:val="006176A2"/>
    <w:rsid w:val="006221A2"/>
    <w:rsid w:val="006641DB"/>
    <w:rsid w:val="006C243A"/>
    <w:rsid w:val="007059F0"/>
    <w:rsid w:val="0078087A"/>
    <w:rsid w:val="00846230"/>
    <w:rsid w:val="00857F55"/>
    <w:rsid w:val="008F0775"/>
    <w:rsid w:val="00A50E3A"/>
    <w:rsid w:val="00A679E8"/>
    <w:rsid w:val="00AB0F9A"/>
    <w:rsid w:val="00B75C3E"/>
    <w:rsid w:val="00B80990"/>
    <w:rsid w:val="00BC3BBB"/>
    <w:rsid w:val="00D43789"/>
    <w:rsid w:val="00D85C97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75C3E"/>
    <w:rPr>
      <w:color w:val="808080"/>
    </w:rPr>
  </w:style>
  <w:style w:type="paragraph" w:customStyle="1" w:styleId="6D464D0CDE864AAFB9F2B3969F7DC7B4">
    <w:name w:val="6D464D0CDE864AAFB9F2B3969F7DC7B4"/>
  </w:style>
  <w:style w:type="paragraph" w:customStyle="1" w:styleId="6155227B0F454508947C3CDE34D82589">
    <w:name w:val="6155227B0F454508947C3CDE34D82589"/>
    <w:rsid w:val="00B75C3E"/>
  </w:style>
  <w:style w:type="paragraph" w:customStyle="1" w:styleId="0E9A7254DFAA4CC0A2C0AE48A96DC00F">
    <w:name w:val="0E9A7254DFAA4CC0A2C0AE48A96DC00F"/>
    <w:rsid w:val="00B75C3E"/>
  </w:style>
  <w:style w:type="paragraph" w:customStyle="1" w:styleId="77ACD9A7AEB04437B799C0778C512F45">
    <w:name w:val="77ACD9A7AEB04437B799C0778C512F45"/>
    <w:rsid w:val="00B75C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54EFA-5F6C-4FAC-B58D-6032C136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0CB3EC-0A8F-4702-9CD9-340D0B6D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</Template>
  <TotalTime>20</TotalTime>
  <Pages>5</Pages>
  <Words>1235</Words>
  <Characters>7292</Characters>
  <Application>Microsoft Office Word</Application>
  <DocSecurity>0</DocSecurity>
  <Lines>60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Jeník Adam</cp:lastModifiedBy>
  <cp:revision>16</cp:revision>
  <cp:lastPrinted>2024-02-15T08:46:00Z</cp:lastPrinted>
  <dcterms:created xsi:type="dcterms:W3CDTF">2024-02-15T08:33:00Z</dcterms:created>
  <dcterms:modified xsi:type="dcterms:W3CDTF">2024-03-22T12:21:00Z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